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E22" w:rsidRDefault="00304287">
      <w:r>
        <w:t xml:space="preserve">Tim </w:t>
      </w:r>
      <w:proofErr w:type="spellStart"/>
      <w:r>
        <w:t>Callery</w:t>
      </w:r>
      <w:proofErr w:type="spellEnd"/>
      <w:r>
        <w:tab/>
      </w:r>
      <w:r>
        <w:tab/>
      </w:r>
      <w:r w:rsidRPr="003A1533">
        <w:rPr>
          <w:rFonts w:ascii="Agency FB" w:hAnsi="Agency FB"/>
          <w:sz w:val="36"/>
          <w:szCs w:val="36"/>
        </w:rPr>
        <w:t>Community and Personal Needs Essay</w:t>
      </w:r>
      <w:r>
        <w:rPr>
          <w:sz w:val="36"/>
          <w:szCs w:val="36"/>
        </w:rPr>
        <w:tab/>
      </w:r>
      <w:r>
        <w:rPr>
          <w:sz w:val="36"/>
          <w:szCs w:val="36"/>
        </w:rPr>
        <w:tab/>
      </w:r>
      <w:r>
        <w:t>9-19-11</w:t>
      </w:r>
    </w:p>
    <w:p w:rsidR="00304287" w:rsidRDefault="00304287">
      <w:r>
        <w:t>Humanities</w:t>
      </w:r>
      <w:r w:rsidR="003A1533">
        <w:tab/>
      </w:r>
      <w:r w:rsidR="003A1533">
        <w:tab/>
      </w:r>
      <w:r w:rsidR="003A1533">
        <w:tab/>
      </w:r>
      <w:r w:rsidR="003A1533">
        <w:tab/>
      </w:r>
      <w:r w:rsidR="003A1533">
        <w:tab/>
      </w:r>
      <w:r w:rsidR="003A1533">
        <w:tab/>
      </w:r>
      <w:r w:rsidR="003A1533">
        <w:tab/>
      </w:r>
      <w:r w:rsidR="003A1533">
        <w:tab/>
      </w:r>
      <w:r w:rsidR="003A1533">
        <w:tab/>
      </w:r>
      <w:r>
        <w:t>6-C</w:t>
      </w:r>
    </w:p>
    <w:p w:rsidR="00304287" w:rsidRDefault="00304287">
      <w:pPr>
        <w:rPr>
          <w:sz w:val="28"/>
          <w:szCs w:val="28"/>
        </w:rPr>
      </w:pPr>
      <w:r w:rsidRPr="00304287">
        <w:rPr>
          <w:sz w:val="28"/>
          <w:szCs w:val="28"/>
        </w:rPr>
        <w:tab/>
        <w:t>Communi</w:t>
      </w:r>
      <w:r w:rsidR="003A74E1">
        <w:rPr>
          <w:sz w:val="28"/>
          <w:szCs w:val="28"/>
        </w:rPr>
        <w:t>ties and people both have needs which they need to survive</w:t>
      </w:r>
      <w:r w:rsidRPr="00304287">
        <w:rPr>
          <w:sz w:val="28"/>
          <w:szCs w:val="28"/>
        </w:rPr>
        <w:t>.</w:t>
      </w:r>
      <w:r w:rsidR="00B57B9C">
        <w:rPr>
          <w:sz w:val="28"/>
          <w:szCs w:val="28"/>
        </w:rPr>
        <w:t xml:space="preserve"> A personal need is something that a human personally needs. A community need is something that a whole community of people needs, not just one person. For example some personal needs are food, water, intangible rights, and clothing. Some community needs are, electrical and water systems, a government, and businesses.</w:t>
      </w:r>
    </w:p>
    <w:p w:rsidR="00304287" w:rsidRDefault="00304287" w:rsidP="00304287">
      <w:pPr>
        <w:ind w:firstLine="720"/>
        <w:rPr>
          <w:sz w:val="28"/>
          <w:szCs w:val="28"/>
        </w:rPr>
      </w:pPr>
      <w:r>
        <w:rPr>
          <w:sz w:val="28"/>
          <w:szCs w:val="28"/>
        </w:rPr>
        <w:t>Humans need many things to live. They obviously need food and water to survive because</w:t>
      </w:r>
      <w:r w:rsidR="003A74E1">
        <w:rPr>
          <w:sz w:val="28"/>
          <w:szCs w:val="28"/>
        </w:rPr>
        <w:t>,</w:t>
      </w:r>
      <w:r>
        <w:rPr>
          <w:sz w:val="28"/>
          <w:szCs w:val="28"/>
        </w:rPr>
        <w:t xml:space="preserve"> without them we would die of thirst and</w:t>
      </w:r>
      <w:r w:rsidR="003A74E1">
        <w:rPr>
          <w:sz w:val="28"/>
          <w:szCs w:val="28"/>
        </w:rPr>
        <w:t xml:space="preserve"> hunger. We also need housing [bathrooms, bedrooms, air conditioning</w:t>
      </w:r>
      <w:r>
        <w:rPr>
          <w:sz w:val="28"/>
          <w:szCs w:val="28"/>
        </w:rPr>
        <w:t>, heating, etc.] to protect us from the elements. Without houses we would be exposed to bad temperatures and get rained and snowed on.</w:t>
      </w:r>
      <w:r w:rsidR="00580F51">
        <w:rPr>
          <w:sz w:val="28"/>
          <w:szCs w:val="28"/>
        </w:rPr>
        <w:t xml:space="preserve"> We also would not be able to live in communities without housing. Next</w:t>
      </w:r>
      <w:r w:rsidR="003A74E1">
        <w:rPr>
          <w:sz w:val="28"/>
          <w:szCs w:val="28"/>
        </w:rPr>
        <w:t>,</w:t>
      </w:r>
      <w:r w:rsidR="00580F51">
        <w:rPr>
          <w:sz w:val="28"/>
          <w:szCs w:val="28"/>
        </w:rPr>
        <w:t xml:space="preserve"> humans definitely need transportation. Without it we would not be able to get to places easier. We us</w:t>
      </w:r>
      <w:r w:rsidR="003A74E1">
        <w:rPr>
          <w:sz w:val="28"/>
          <w:szCs w:val="28"/>
        </w:rPr>
        <w:t>e cars, bikes, and motorcycles</w:t>
      </w:r>
      <w:r w:rsidR="00580F51">
        <w:rPr>
          <w:sz w:val="28"/>
          <w:szCs w:val="28"/>
        </w:rPr>
        <w:t xml:space="preserve"> for transportation.</w:t>
      </w:r>
      <w:r w:rsidR="00B57B9C">
        <w:rPr>
          <w:sz w:val="28"/>
          <w:szCs w:val="28"/>
        </w:rPr>
        <w:t xml:space="preserve"> To survive in a community people need jobs to make money</w:t>
      </w:r>
      <w:r w:rsidR="00580F51">
        <w:rPr>
          <w:sz w:val="28"/>
          <w:szCs w:val="28"/>
        </w:rPr>
        <w:t xml:space="preserve"> People need jobs </w:t>
      </w:r>
      <w:r w:rsidR="00FF0584">
        <w:rPr>
          <w:sz w:val="28"/>
          <w:szCs w:val="28"/>
        </w:rPr>
        <w:t>to make money to buy things in the community like clothes, food, a house,</w:t>
      </w:r>
      <w:r w:rsidR="003A74E1">
        <w:rPr>
          <w:sz w:val="28"/>
          <w:szCs w:val="28"/>
        </w:rPr>
        <w:t xml:space="preserve"> and</w:t>
      </w:r>
      <w:r w:rsidR="00FF0584">
        <w:rPr>
          <w:sz w:val="28"/>
          <w:szCs w:val="28"/>
        </w:rPr>
        <w:t xml:space="preserve"> a</w:t>
      </w:r>
      <w:r w:rsidR="007C2997">
        <w:rPr>
          <w:sz w:val="28"/>
          <w:szCs w:val="28"/>
        </w:rPr>
        <w:t xml:space="preserve"> car.</w:t>
      </w:r>
      <w:r w:rsidR="00FF0584">
        <w:rPr>
          <w:sz w:val="28"/>
          <w:szCs w:val="28"/>
        </w:rPr>
        <w:t xml:space="preserve"> Without a job we wouldn’t be able to buy those things. People also need clothes to</w:t>
      </w:r>
      <w:r w:rsidR="003A74E1">
        <w:rPr>
          <w:sz w:val="28"/>
          <w:szCs w:val="28"/>
        </w:rPr>
        <w:t xml:space="preserve"> keep</w:t>
      </w:r>
      <w:r w:rsidR="007C2997">
        <w:rPr>
          <w:sz w:val="28"/>
          <w:szCs w:val="28"/>
        </w:rPr>
        <w:t xml:space="preserve"> us warm and keep us clean</w:t>
      </w:r>
      <w:r w:rsidR="003A74E1">
        <w:rPr>
          <w:sz w:val="28"/>
          <w:szCs w:val="28"/>
        </w:rPr>
        <w:t>. We need clothes like</w:t>
      </w:r>
      <w:r w:rsidR="00FF0584">
        <w:rPr>
          <w:sz w:val="28"/>
          <w:szCs w:val="28"/>
        </w:rPr>
        <w:t xml:space="preserve"> tops,</w:t>
      </w:r>
      <w:r w:rsidR="003A74E1">
        <w:rPr>
          <w:sz w:val="28"/>
          <w:szCs w:val="28"/>
        </w:rPr>
        <w:t xml:space="preserve"> pants, coats, socks, and shoes</w:t>
      </w:r>
      <w:r w:rsidR="00FF0584">
        <w:rPr>
          <w:sz w:val="28"/>
          <w:szCs w:val="28"/>
        </w:rPr>
        <w:t>. Without clothes we would get dirty, cold, and get hurt more easily. Lastly</w:t>
      </w:r>
      <w:r w:rsidR="003A74E1">
        <w:rPr>
          <w:sz w:val="28"/>
          <w:szCs w:val="28"/>
        </w:rPr>
        <w:t>,</w:t>
      </w:r>
      <w:r w:rsidR="00FF0584">
        <w:rPr>
          <w:sz w:val="28"/>
          <w:szCs w:val="28"/>
        </w:rPr>
        <w:t xml:space="preserve"> humans need communication devices like phones and computers.</w:t>
      </w:r>
      <w:r w:rsidR="003A74E1">
        <w:rPr>
          <w:sz w:val="28"/>
          <w:szCs w:val="28"/>
        </w:rPr>
        <w:t xml:space="preserve"> We need them, because they allow us</w:t>
      </w:r>
      <w:r w:rsidR="00FF0584">
        <w:rPr>
          <w:sz w:val="28"/>
          <w:szCs w:val="28"/>
        </w:rPr>
        <w:t xml:space="preserve"> talk to people far away or at a distance faster than we could with letters. Without communication devices we would not know things as fast as we get to know them with a phone or a computer. </w:t>
      </w:r>
      <w:r w:rsidR="005C5A57">
        <w:rPr>
          <w:sz w:val="28"/>
          <w:szCs w:val="28"/>
        </w:rPr>
        <w:t>Some very important personal needs are intangible rights. Intangible rights are freedom, happiness, love, liberty and other things we need. We need intangible rights because without them we would not be able to enjoy life as we have it.</w:t>
      </w:r>
    </w:p>
    <w:p w:rsidR="003A1533" w:rsidRDefault="003A1533" w:rsidP="00304287">
      <w:pPr>
        <w:ind w:firstLine="720"/>
        <w:rPr>
          <w:sz w:val="28"/>
          <w:szCs w:val="28"/>
        </w:rPr>
      </w:pPr>
      <w:r>
        <w:rPr>
          <w:sz w:val="28"/>
          <w:szCs w:val="28"/>
        </w:rPr>
        <w:t>Communities need many things to mai</w:t>
      </w:r>
      <w:r w:rsidR="003A74E1">
        <w:rPr>
          <w:sz w:val="28"/>
          <w:szCs w:val="28"/>
        </w:rPr>
        <w:t>ntain themselves. One thing communities</w:t>
      </w:r>
      <w:r>
        <w:rPr>
          <w:sz w:val="28"/>
          <w:szCs w:val="28"/>
        </w:rPr>
        <w:t xml:space="preserve"> </w:t>
      </w:r>
      <w:r w:rsidR="003A74E1">
        <w:rPr>
          <w:sz w:val="28"/>
          <w:szCs w:val="28"/>
        </w:rPr>
        <w:t>need is working water systems [aqueducts and</w:t>
      </w:r>
      <w:r>
        <w:rPr>
          <w:sz w:val="28"/>
          <w:szCs w:val="28"/>
        </w:rPr>
        <w:t xml:space="preserve"> sewer</w:t>
      </w:r>
      <w:r w:rsidR="003A74E1">
        <w:rPr>
          <w:sz w:val="28"/>
          <w:szCs w:val="28"/>
        </w:rPr>
        <w:t>s]. A community needs water systems</w:t>
      </w:r>
      <w:r>
        <w:rPr>
          <w:sz w:val="28"/>
          <w:szCs w:val="28"/>
        </w:rPr>
        <w:t xml:space="preserve"> because people need water to survive. Without </w:t>
      </w:r>
      <w:r>
        <w:rPr>
          <w:sz w:val="28"/>
          <w:szCs w:val="28"/>
        </w:rPr>
        <w:lastRenderedPageBreak/>
        <w:t>people the community cannot survive. Communities also need electrical systems. A community needs them because pe</w:t>
      </w:r>
      <w:r w:rsidR="007C2997">
        <w:rPr>
          <w:sz w:val="28"/>
          <w:szCs w:val="28"/>
        </w:rPr>
        <w:t xml:space="preserve">ople, businesses, and schools </w:t>
      </w:r>
      <w:r>
        <w:rPr>
          <w:sz w:val="28"/>
          <w:szCs w:val="28"/>
        </w:rPr>
        <w:t>need electricity. Without electricity</w:t>
      </w:r>
      <w:r w:rsidR="003A74E1">
        <w:rPr>
          <w:sz w:val="28"/>
          <w:szCs w:val="28"/>
        </w:rPr>
        <w:t>,</w:t>
      </w:r>
      <w:r>
        <w:rPr>
          <w:sz w:val="28"/>
          <w:szCs w:val="28"/>
        </w:rPr>
        <w:t xml:space="preserve"> the community would no</w:t>
      </w:r>
      <w:r w:rsidR="003A74E1">
        <w:rPr>
          <w:sz w:val="28"/>
          <w:szCs w:val="28"/>
        </w:rPr>
        <w:t>t be able to maintain itself</w:t>
      </w:r>
      <w:r>
        <w:rPr>
          <w:sz w:val="28"/>
          <w:szCs w:val="28"/>
        </w:rPr>
        <w:t>. Next, communities need a government</w:t>
      </w:r>
      <w:r w:rsidR="007D0170">
        <w:rPr>
          <w:sz w:val="28"/>
          <w:szCs w:val="28"/>
        </w:rPr>
        <w:t>. Communities need a government because the government maintains order, makes laws, helps the community, and represents the community. Without a government</w:t>
      </w:r>
      <w:r w:rsidR="003A74E1">
        <w:rPr>
          <w:sz w:val="28"/>
          <w:szCs w:val="28"/>
        </w:rPr>
        <w:t>,</w:t>
      </w:r>
      <w:r w:rsidR="007D0170">
        <w:rPr>
          <w:sz w:val="28"/>
          <w:szCs w:val="28"/>
        </w:rPr>
        <w:t xml:space="preserve"> a community would not be able to help itself and maintain order within itself. Another important system a community n</w:t>
      </w:r>
      <w:r w:rsidR="005C5A57">
        <w:rPr>
          <w:sz w:val="28"/>
          <w:szCs w:val="28"/>
        </w:rPr>
        <w:t xml:space="preserve">eeds is a cleaning system like </w:t>
      </w:r>
      <w:r w:rsidR="007D0170">
        <w:rPr>
          <w:sz w:val="28"/>
          <w:szCs w:val="28"/>
        </w:rPr>
        <w:t>garbage or recycling service</w:t>
      </w:r>
      <w:r w:rsidR="005C5A57">
        <w:rPr>
          <w:sz w:val="28"/>
          <w:szCs w:val="28"/>
        </w:rPr>
        <w:t>s</w:t>
      </w:r>
      <w:r w:rsidR="007D0170">
        <w:rPr>
          <w:sz w:val="28"/>
          <w:szCs w:val="28"/>
        </w:rPr>
        <w:t>. We need cleaning services</w:t>
      </w:r>
      <w:r w:rsidR="003A74E1">
        <w:rPr>
          <w:sz w:val="28"/>
          <w:szCs w:val="28"/>
        </w:rPr>
        <w:t xml:space="preserve"> because</w:t>
      </w:r>
      <w:r w:rsidR="007D0170">
        <w:rPr>
          <w:sz w:val="28"/>
          <w:szCs w:val="28"/>
        </w:rPr>
        <w:t xml:space="preserve"> we need the garbage p</w:t>
      </w:r>
      <w:r w:rsidR="003A74E1">
        <w:rPr>
          <w:sz w:val="28"/>
          <w:szCs w:val="28"/>
        </w:rPr>
        <w:t>roduced from the community</w:t>
      </w:r>
      <w:r w:rsidR="007D0170">
        <w:rPr>
          <w:sz w:val="28"/>
          <w:szCs w:val="28"/>
        </w:rPr>
        <w:t xml:space="preserve"> to be taken to a landfill or recycling plant. Without a cleaning system the community </w:t>
      </w:r>
      <w:r w:rsidR="00A42FAF">
        <w:rPr>
          <w:sz w:val="28"/>
          <w:szCs w:val="28"/>
        </w:rPr>
        <w:t>would be crowded with trash. Other</w:t>
      </w:r>
      <w:r w:rsidR="007D0170">
        <w:rPr>
          <w:sz w:val="28"/>
          <w:szCs w:val="28"/>
        </w:rPr>
        <w:t xml:space="preserve"> very important</w:t>
      </w:r>
      <w:r w:rsidR="003A74E1">
        <w:rPr>
          <w:sz w:val="28"/>
          <w:szCs w:val="28"/>
        </w:rPr>
        <w:t xml:space="preserve"> </w:t>
      </w:r>
      <w:proofErr w:type="gramStart"/>
      <w:r w:rsidR="003A74E1">
        <w:rPr>
          <w:sz w:val="28"/>
          <w:szCs w:val="28"/>
        </w:rPr>
        <w:t>services</w:t>
      </w:r>
      <w:r w:rsidR="002046BF">
        <w:rPr>
          <w:sz w:val="28"/>
          <w:szCs w:val="28"/>
        </w:rPr>
        <w:t xml:space="preserve"> </w:t>
      </w:r>
      <w:r w:rsidR="00A42FAF">
        <w:rPr>
          <w:sz w:val="28"/>
          <w:szCs w:val="28"/>
        </w:rPr>
        <w:t xml:space="preserve"> are</w:t>
      </w:r>
      <w:proofErr w:type="gramEnd"/>
      <w:r w:rsidR="00A42FAF">
        <w:rPr>
          <w:sz w:val="28"/>
          <w:szCs w:val="28"/>
        </w:rPr>
        <w:t xml:space="preserve"> businesses [gas companies, grocery stores</w:t>
      </w:r>
      <w:r w:rsidR="007C2997">
        <w:rPr>
          <w:sz w:val="28"/>
          <w:szCs w:val="28"/>
        </w:rPr>
        <w:t>, clothes shops, and hospitals,</w:t>
      </w:r>
      <w:r w:rsidR="00A42FAF">
        <w:rPr>
          <w:sz w:val="28"/>
          <w:szCs w:val="28"/>
        </w:rPr>
        <w:t>]. Communities need businesses</w:t>
      </w:r>
      <w:r w:rsidR="007C2997">
        <w:rPr>
          <w:sz w:val="28"/>
          <w:szCs w:val="28"/>
        </w:rPr>
        <w:t>,</w:t>
      </w:r>
      <w:r w:rsidR="00A42FAF">
        <w:rPr>
          <w:sz w:val="28"/>
          <w:szCs w:val="28"/>
        </w:rPr>
        <w:t xml:space="preserve"> because they have what we need</w:t>
      </w:r>
      <w:r w:rsidR="007C2997">
        <w:rPr>
          <w:sz w:val="28"/>
          <w:szCs w:val="28"/>
        </w:rPr>
        <w:t>,</w:t>
      </w:r>
      <w:r w:rsidR="00A42FAF">
        <w:rPr>
          <w:sz w:val="28"/>
          <w:szCs w:val="28"/>
        </w:rPr>
        <w:t xml:space="preserve"> like food, clothes, electric devices, cars, he</w:t>
      </w:r>
      <w:r w:rsidR="007C2997">
        <w:rPr>
          <w:sz w:val="28"/>
          <w:szCs w:val="28"/>
        </w:rPr>
        <w:t>alth services, etc. Without businesses</w:t>
      </w:r>
      <w:r w:rsidR="00A42FAF">
        <w:rPr>
          <w:sz w:val="28"/>
          <w:szCs w:val="28"/>
        </w:rPr>
        <w:t xml:space="preserve"> co</w:t>
      </w:r>
      <w:r w:rsidR="007C2997">
        <w:rPr>
          <w:sz w:val="28"/>
          <w:szCs w:val="28"/>
        </w:rPr>
        <w:t>mmunities couldn’t get the services and products</w:t>
      </w:r>
      <w:r w:rsidR="00A42FAF">
        <w:rPr>
          <w:sz w:val="28"/>
          <w:szCs w:val="28"/>
        </w:rPr>
        <w:t xml:space="preserve"> they need to survive.</w:t>
      </w:r>
    </w:p>
    <w:p w:rsidR="00A42FAF" w:rsidRDefault="005C5A57" w:rsidP="00304287">
      <w:pPr>
        <w:ind w:firstLine="720"/>
        <w:rPr>
          <w:sz w:val="28"/>
          <w:szCs w:val="28"/>
        </w:rPr>
      </w:pPr>
      <w:r>
        <w:rPr>
          <w:sz w:val="28"/>
          <w:szCs w:val="28"/>
        </w:rPr>
        <w:t xml:space="preserve">As you can see, </w:t>
      </w:r>
      <w:r w:rsidR="00A42FAF">
        <w:rPr>
          <w:sz w:val="28"/>
          <w:szCs w:val="28"/>
        </w:rPr>
        <w:t>communi</w:t>
      </w:r>
      <w:r>
        <w:rPr>
          <w:sz w:val="28"/>
          <w:szCs w:val="28"/>
        </w:rPr>
        <w:t xml:space="preserve">ties and people </w:t>
      </w:r>
      <w:r w:rsidR="007C2997">
        <w:rPr>
          <w:sz w:val="28"/>
          <w:szCs w:val="28"/>
        </w:rPr>
        <w:t>need many needs</w:t>
      </w:r>
      <w:r w:rsidR="00A42FAF">
        <w:rPr>
          <w:sz w:val="28"/>
          <w:szCs w:val="28"/>
        </w:rPr>
        <w:t xml:space="preserve"> </w:t>
      </w:r>
      <w:r>
        <w:rPr>
          <w:sz w:val="28"/>
          <w:szCs w:val="28"/>
        </w:rPr>
        <w:t xml:space="preserve">to survive. </w:t>
      </w:r>
      <w:r w:rsidR="007C2997">
        <w:rPr>
          <w:sz w:val="28"/>
          <w:szCs w:val="28"/>
        </w:rPr>
        <w:t>Without these needs</w:t>
      </w:r>
      <w:r w:rsidR="00A42FAF">
        <w:rPr>
          <w:sz w:val="28"/>
          <w:szCs w:val="28"/>
        </w:rPr>
        <w:t xml:space="preserve"> the cities and communities of today would not be able to survive. Even one of the first cities made in Iraq long ago</w:t>
      </w:r>
      <w:r w:rsidR="007C2997">
        <w:rPr>
          <w:sz w:val="28"/>
          <w:szCs w:val="28"/>
        </w:rPr>
        <w:t>,</w:t>
      </w:r>
      <w:r w:rsidR="00A42FAF">
        <w:rPr>
          <w:sz w:val="28"/>
          <w:szCs w:val="28"/>
        </w:rPr>
        <w:t xml:space="preserve"> named Ur</w:t>
      </w:r>
      <w:r w:rsidR="007C2997">
        <w:rPr>
          <w:sz w:val="28"/>
          <w:szCs w:val="28"/>
        </w:rPr>
        <w:t>, had to have these services</w:t>
      </w:r>
      <w:r w:rsidR="00A42FAF">
        <w:rPr>
          <w:sz w:val="28"/>
          <w:szCs w:val="28"/>
        </w:rPr>
        <w:t xml:space="preserve"> to survive [well</w:t>
      </w:r>
      <w:r w:rsidR="002046BF">
        <w:rPr>
          <w:sz w:val="28"/>
          <w:szCs w:val="28"/>
        </w:rPr>
        <w:t>,</w:t>
      </w:r>
      <w:bookmarkStart w:id="0" w:name="_GoBack"/>
      <w:bookmarkEnd w:id="0"/>
      <w:r w:rsidR="00A42FAF">
        <w:rPr>
          <w:sz w:val="28"/>
          <w:szCs w:val="28"/>
        </w:rPr>
        <w:t xml:space="preserve"> the things they had access to]</w:t>
      </w:r>
      <w:r w:rsidR="007C2997">
        <w:rPr>
          <w:sz w:val="28"/>
          <w:szCs w:val="28"/>
        </w:rPr>
        <w:t xml:space="preserve">. </w:t>
      </w:r>
    </w:p>
    <w:p w:rsidR="00FF0584" w:rsidRPr="00304287" w:rsidRDefault="00FF0584" w:rsidP="00304287">
      <w:pPr>
        <w:ind w:firstLine="720"/>
        <w:rPr>
          <w:sz w:val="28"/>
          <w:szCs w:val="28"/>
        </w:rPr>
      </w:pPr>
    </w:p>
    <w:sectPr w:rsidR="00FF0584" w:rsidRPr="003042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287"/>
    <w:rsid w:val="002046BF"/>
    <w:rsid w:val="00304287"/>
    <w:rsid w:val="003A1533"/>
    <w:rsid w:val="003A74E1"/>
    <w:rsid w:val="00580F51"/>
    <w:rsid w:val="005C5A57"/>
    <w:rsid w:val="007C2997"/>
    <w:rsid w:val="007D0170"/>
    <w:rsid w:val="008A6E22"/>
    <w:rsid w:val="00A22B56"/>
    <w:rsid w:val="00A42FAF"/>
    <w:rsid w:val="00B57B9C"/>
    <w:rsid w:val="00FF0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A402B650.dotm</Template>
  <TotalTime>0</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3578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2011-10-26T18:37:00Z</dcterms:created>
  <dcterms:modified xsi:type="dcterms:W3CDTF">2011-10-26T18:37:00Z</dcterms:modified>
</cp:coreProperties>
</file>